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816D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A212E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BC9A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E3FB2">
        <w:rPr>
          <w:rFonts w:ascii="Corbel" w:hAnsi="Corbel"/>
          <w:b/>
          <w:smallCaps/>
          <w:sz w:val="24"/>
          <w:szCs w:val="24"/>
        </w:rPr>
        <w:t>2021-2023</w:t>
      </w:r>
    </w:p>
    <w:p w14:paraId="7433420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E3FB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78581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E3FB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E3FB2">
        <w:rPr>
          <w:rFonts w:ascii="Corbel" w:hAnsi="Corbel"/>
          <w:sz w:val="20"/>
          <w:szCs w:val="20"/>
        </w:rPr>
        <w:t>2022/2023</w:t>
      </w:r>
    </w:p>
    <w:p w14:paraId="3CD82C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30AC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14:paraId="7456911E" w14:textId="77777777" w:rsidTr="006B63C7">
        <w:tc>
          <w:tcPr>
            <w:tcW w:w="3970" w:type="dxa"/>
            <w:vAlign w:val="center"/>
          </w:tcPr>
          <w:p w14:paraId="02612C8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1" w:type="dxa"/>
            <w:vAlign w:val="center"/>
          </w:tcPr>
          <w:p w14:paraId="64F70A64" w14:textId="77777777" w:rsidR="0085747A" w:rsidRPr="00366277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6277">
              <w:rPr>
                <w:rFonts w:ascii="Corbel" w:hAnsi="Corbel"/>
                <w:b w:val="0"/>
                <w:bCs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1EB3C23" w14:textId="77777777" w:rsidTr="006B63C7">
        <w:tc>
          <w:tcPr>
            <w:tcW w:w="3970" w:type="dxa"/>
            <w:vAlign w:val="center"/>
          </w:tcPr>
          <w:p w14:paraId="380A2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811" w:type="dxa"/>
            <w:vAlign w:val="center"/>
          </w:tcPr>
          <w:p w14:paraId="788FDBAC" w14:textId="4AB0E523" w:rsidR="0085747A" w:rsidRPr="009C54AE" w:rsidRDefault="00101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66277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52AD66D3" w14:textId="77777777" w:rsidTr="006B63C7">
        <w:tc>
          <w:tcPr>
            <w:tcW w:w="3970" w:type="dxa"/>
            <w:vAlign w:val="center"/>
          </w:tcPr>
          <w:p w14:paraId="786EDED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811" w:type="dxa"/>
            <w:vAlign w:val="center"/>
          </w:tcPr>
          <w:p w14:paraId="50687716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9E97FB" w14:textId="77777777" w:rsidTr="006B63C7">
        <w:tc>
          <w:tcPr>
            <w:tcW w:w="3970" w:type="dxa"/>
            <w:vAlign w:val="center"/>
          </w:tcPr>
          <w:p w14:paraId="614E9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14:paraId="1E5EEC5E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93998E" w14:textId="77777777" w:rsidTr="006B63C7">
        <w:tc>
          <w:tcPr>
            <w:tcW w:w="3970" w:type="dxa"/>
            <w:vAlign w:val="center"/>
          </w:tcPr>
          <w:p w14:paraId="71395D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14:paraId="40B5EEB6" w14:textId="77777777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F749B1E" w14:textId="77777777" w:rsidTr="006B63C7">
        <w:tc>
          <w:tcPr>
            <w:tcW w:w="3970" w:type="dxa"/>
            <w:vAlign w:val="center"/>
          </w:tcPr>
          <w:p w14:paraId="1F76A37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1" w:type="dxa"/>
            <w:vAlign w:val="center"/>
          </w:tcPr>
          <w:p w14:paraId="256A05FE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A43A475" w14:textId="77777777" w:rsidTr="006B63C7">
        <w:tc>
          <w:tcPr>
            <w:tcW w:w="3970" w:type="dxa"/>
            <w:vAlign w:val="center"/>
          </w:tcPr>
          <w:p w14:paraId="676FB0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14:paraId="42D04068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56337E" w14:textId="77777777" w:rsidTr="006B63C7">
        <w:tc>
          <w:tcPr>
            <w:tcW w:w="3970" w:type="dxa"/>
            <w:vAlign w:val="center"/>
          </w:tcPr>
          <w:p w14:paraId="2008EB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14:paraId="11473202" w14:textId="7440EA65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9AD4780" w14:textId="77777777" w:rsidTr="006B63C7">
        <w:tc>
          <w:tcPr>
            <w:tcW w:w="3970" w:type="dxa"/>
            <w:vAlign w:val="center"/>
          </w:tcPr>
          <w:p w14:paraId="4D024E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811" w:type="dxa"/>
            <w:vAlign w:val="center"/>
          </w:tcPr>
          <w:p w14:paraId="6C8B5E4B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666FCFF" w14:textId="77777777" w:rsidTr="006B63C7">
        <w:tc>
          <w:tcPr>
            <w:tcW w:w="3970" w:type="dxa"/>
            <w:vAlign w:val="center"/>
          </w:tcPr>
          <w:p w14:paraId="479CD4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14:paraId="669DFFB0" w14:textId="77777777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8DEBAAD" w14:textId="77777777" w:rsidTr="006B63C7">
        <w:tc>
          <w:tcPr>
            <w:tcW w:w="3970" w:type="dxa"/>
            <w:vAlign w:val="center"/>
          </w:tcPr>
          <w:p w14:paraId="4804985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14:paraId="7355AD1A" w14:textId="47444522" w:rsidR="00923D7D" w:rsidRPr="009C54AE" w:rsidRDefault="0036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F397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F397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85747A" w:rsidRPr="009C54AE" w14:paraId="100ADDE1" w14:textId="77777777" w:rsidTr="006B63C7">
        <w:tc>
          <w:tcPr>
            <w:tcW w:w="3970" w:type="dxa"/>
            <w:vAlign w:val="center"/>
          </w:tcPr>
          <w:p w14:paraId="53AC5E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14:paraId="16C49EC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E394416" w14:textId="77777777" w:rsidTr="006B63C7">
        <w:tc>
          <w:tcPr>
            <w:tcW w:w="3970" w:type="dxa"/>
            <w:vAlign w:val="center"/>
          </w:tcPr>
          <w:p w14:paraId="0BEEC8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14:paraId="627E3161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5F5BE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968163" w14:textId="77777777" w:rsidR="00923D7D" w:rsidRDefault="0085747A" w:rsidP="006B63C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EE7222" w14:textId="77777777" w:rsidR="005E3FB2" w:rsidRPr="009C54AE" w:rsidRDefault="005E3FB2" w:rsidP="006B63C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661641" w14:textId="77777777" w:rsidTr="005E3F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A8D" w14:textId="77777777" w:rsidR="00015B8F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BEF8B" w14:textId="77777777" w:rsidR="00015B8F" w:rsidRPr="009C54AE" w:rsidRDefault="002B5EA0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637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A585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8D06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F16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EAAF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0A4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0873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FD65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C876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3F0C89" w14:textId="77777777" w:rsidTr="005E3F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AF14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895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FF90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EC35" w14:textId="3FC0B1AC" w:rsidR="00015B8F" w:rsidRPr="009C54AE" w:rsidRDefault="00A37E07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B699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F1DC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5C71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1485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5E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B71F" w14:textId="77777777" w:rsidR="00015B8F" w:rsidRPr="009C54AE" w:rsidRDefault="0063563B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D0A94E" w14:textId="77777777" w:rsidR="00923D7D" w:rsidRPr="009C54AE" w:rsidRDefault="00923D7D" w:rsidP="006B63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FBDE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8F7FFD" w14:textId="77777777" w:rsidR="005E3FB2" w:rsidRDefault="005E3FB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A2DE8B3" w14:textId="77777777" w:rsidR="0085747A" w:rsidRPr="009C54AE" w:rsidRDefault="005E3F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44F91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13B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C9DF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66277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07EFF4A" w14:textId="77777777" w:rsidR="005E3FB2" w:rsidRDefault="005E3F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4A69A" w14:textId="77777777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A48515D" w14:textId="77777777" w:rsidR="005E3FB2" w:rsidRDefault="005E3F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63A7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3DD0334" w14:textId="77777777" w:rsidR="005E3FB2" w:rsidRPr="009C54AE" w:rsidRDefault="005E3FB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ED4712" w14:textId="77777777" w:rsidTr="00745302">
        <w:tc>
          <w:tcPr>
            <w:tcW w:w="9670" w:type="dxa"/>
          </w:tcPr>
          <w:p w14:paraId="70D0A8EC" w14:textId="211D06B7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  <w:r w:rsidR="003662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CC2F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3C3B3A" w14:textId="77777777" w:rsidR="0085747A" w:rsidRPr="00C05F44" w:rsidRDefault="005E3FB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B90F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99CBD0" w14:textId="77777777" w:rsidR="00F83B28" w:rsidRDefault="0071620A" w:rsidP="006B63C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2CBE1C" w14:textId="77777777" w:rsidR="005E3FB2" w:rsidRPr="006B63C7" w:rsidRDefault="005E3FB2" w:rsidP="006B63C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4C93504" w14:textId="77777777" w:rsidTr="00923D7D">
        <w:tc>
          <w:tcPr>
            <w:tcW w:w="851" w:type="dxa"/>
            <w:vAlign w:val="center"/>
          </w:tcPr>
          <w:p w14:paraId="058616F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B863B" w14:textId="77777777" w:rsidR="0085747A" w:rsidRPr="00492B52" w:rsidRDefault="00A8119E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1B1C159C" w14:textId="77777777" w:rsidTr="00923D7D">
        <w:tc>
          <w:tcPr>
            <w:tcW w:w="851" w:type="dxa"/>
            <w:vAlign w:val="center"/>
          </w:tcPr>
          <w:p w14:paraId="06039B0C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5FBE80" w14:textId="77777777" w:rsidR="0085747A" w:rsidRPr="009C54AE" w:rsidRDefault="0017116D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E8CDEF7" w14:textId="77777777" w:rsidTr="00923D7D">
        <w:tc>
          <w:tcPr>
            <w:tcW w:w="851" w:type="dxa"/>
            <w:vAlign w:val="center"/>
          </w:tcPr>
          <w:p w14:paraId="1F75C4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092995" w14:textId="77777777" w:rsidR="0085747A" w:rsidRPr="00492B52" w:rsidRDefault="00C07E1E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2D529F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BE79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46EDB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BDE7B1E" w14:textId="77777777" w:rsidTr="00366277">
        <w:tc>
          <w:tcPr>
            <w:tcW w:w="1678" w:type="dxa"/>
            <w:vAlign w:val="center"/>
          </w:tcPr>
          <w:p w14:paraId="471AB9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673B438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79A77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0DF8715" w14:textId="77777777" w:rsidTr="00366277">
        <w:tc>
          <w:tcPr>
            <w:tcW w:w="1678" w:type="dxa"/>
          </w:tcPr>
          <w:p w14:paraId="1125F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790F85D5" w14:textId="77777777" w:rsidR="0085747A" w:rsidRPr="003C3E69" w:rsidRDefault="003C3E69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64" w:type="dxa"/>
          </w:tcPr>
          <w:p w14:paraId="638E304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23EE5188" w14:textId="77777777" w:rsidTr="00366277">
        <w:tc>
          <w:tcPr>
            <w:tcW w:w="1678" w:type="dxa"/>
          </w:tcPr>
          <w:p w14:paraId="7A4E2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237ADB26" w14:textId="5340854C" w:rsidR="0085747A" w:rsidRPr="009C54AE" w:rsidRDefault="00C56C62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zdobytą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analizując oraz 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>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zdrowia i choroby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>do budowania innowacyjnych rozwiązań w</w:t>
            </w:r>
            <w:r w:rsidR="005E3FB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>obszarze działań społecznych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, przeciwdziałając aktualnym problemom zdrowotnym</w:t>
            </w:r>
          </w:p>
        </w:tc>
        <w:tc>
          <w:tcPr>
            <w:tcW w:w="1864" w:type="dxa"/>
          </w:tcPr>
          <w:p w14:paraId="3B360F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6DF1ABAC" w14:textId="77777777" w:rsidTr="00366277">
        <w:tc>
          <w:tcPr>
            <w:tcW w:w="1678" w:type="dxa"/>
          </w:tcPr>
          <w:p w14:paraId="08BA96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D6A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79236998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8" w:type="dxa"/>
          </w:tcPr>
          <w:p w14:paraId="5E96E394" w14:textId="4FDEE436" w:rsidR="002A4177" w:rsidRPr="009C54AE" w:rsidRDefault="007D1D1F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społecznego, która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pozwala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mu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znych, umożliwiających działanie w trudnych i</w:t>
            </w:r>
            <w:r w:rsidR="005E3FB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nieprzewidywalnych warunkach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, ze szczególnym uwzględnieniem wiedzy ekspertów z zakresu zdrowia oraz choroby</w:t>
            </w:r>
          </w:p>
        </w:tc>
        <w:tc>
          <w:tcPr>
            <w:tcW w:w="1864" w:type="dxa"/>
          </w:tcPr>
          <w:p w14:paraId="5DA58C3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3301FA72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53D1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A258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9F4F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B1A52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7449DE" w14:textId="77777777" w:rsidTr="00923D7D">
        <w:tc>
          <w:tcPr>
            <w:tcW w:w="9639" w:type="dxa"/>
          </w:tcPr>
          <w:p w14:paraId="0D195F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A96E0A" w14:textId="77777777" w:rsidTr="00923D7D">
        <w:tc>
          <w:tcPr>
            <w:tcW w:w="9639" w:type="dxa"/>
          </w:tcPr>
          <w:p w14:paraId="05429DB9" w14:textId="1AED21C7" w:rsidR="0085747A" w:rsidRPr="00366277" w:rsidRDefault="00366277" w:rsidP="003662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EF5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46F56E" w14:textId="77777777" w:rsidR="0085747A" w:rsidRPr="006B63C7" w:rsidRDefault="0085747A" w:rsidP="006B63C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50FBEE" w14:textId="77777777" w:rsidTr="00923D7D">
        <w:tc>
          <w:tcPr>
            <w:tcW w:w="9639" w:type="dxa"/>
          </w:tcPr>
          <w:p w14:paraId="23424B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EE3AA2" w14:textId="77777777" w:rsidTr="00923D7D">
        <w:tc>
          <w:tcPr>
            <w:tcW w:w="9639" w:type="dxa"/>
          </w:tcPr>
          <w:p w14:paraId="5ADDC38F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A42696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1C68EF9B" w14:textId="77777777" w:rsidR="00AE6C99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00BCE01C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lastRenderedPageBreak/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04C007C0" w14:textId="77777777" w:rsidTr="00923D7D">
        <w:tc>
          <w:tcPr>
            <w:tcW w:w="9639" w:type="dxa"/>
          </w:tcPr>
          <w:p w14:paraId="164C35FE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rodziny w opiece nad człowiekiem przewlekle chorym</w:t>
            </w:r>
          </w:p>
        </w:tc>
      </w:tr>
      <w:tr w:rsidR="0085747A" w:rsidRPr="009C54AE" w14:paraId="5A5A9340" w14:textId="77777777" w:rsidTr="00923D7D">
        <w:tc>
          <w:tcPr>
            <w:tcW w:w="9639" w:type="dxa"/>
          </w:tcPr>
          <w:p w14:paraId="55F6063F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Socjologiczne konsekwencje chorób przewlekłych , niepełnosprawności i starości</w:t>
            </w:r>
          </w:p>
        </w:tc>
      </w:tr>
    </w:tbl>
    <w:p w14:paraId="49D0D003" w14:textId="77777777" w:rsidR="00883777" w:rsidRDefault="008837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FDB76" w14:textId="17AC58A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231635" w14:textId="77777777" w:rsidR="005E3FB2" w:rsidRDefault="005E3FB2" w:rsidP="006B63C7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1117CF04" w14:textId="162CB384" w:rsidR="006B3929" w:rsidRPr="00883777" w:rsidRDefault="00883777" w:rsidP="006B63C7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883777">
        <w:rPr>
          <w:rFonts w:ascii="Corbel" w:hAnsi="Corbel"/>
          <w:i/>
          <w:iCs/>
          <w:sz w:val="24"/>
          <w:szCs w:val="24"/>
        </w:rPr>
        <w:t>A</w:t>
      </w:r>
      <w:r w:rsidR="006B3929" w:rsidRPr="00883777">
        <w:rPr>
          <w:rFonts w:ascii="Corbel" w:hAnsi="Corbel"/>
          <w:i/>
          <w:iCs/>
          <w:sz w:val="24"/>
          <w:szCs w:val="24"/>
        </w:rPr>
        <w:t>naliza tekstów z dyskusją,  praca w grupach</w:t>
      </w:r>
      <w:r w:rsidRPr="00883777">
        <w:rPr>
          <w:rFonts w:ascii="Corbel" w:hAnsi="Corbel"/>
          <w:i/>
          <w:iCs/>
          <w:sz w:val="24"/>
          <w:szCs w:val="24"/>
        </w:rPr>
        <w:t>.</w:t>
      </w:r>
    </w:p>
    <w:p w14:paraId="596D852C" w14:textId="6E2B8225" w:rsidR="005E3FB2" w:rsidRDefault="005E3FB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AD6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13A9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A99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ED65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5603E2" w14:textId="77777777" w:rsidTr="00C05F44">
        <w:tc>
          <w:tcPr>
            <w:tcW w:w="1985" w:type="dxa"/>
            <w:vAlign w:val="center"/>
          </w:tcPr>
          <w:p w14:paraId="3F6877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C8714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AF66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FDDE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5F05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1C11401" w14:textId="77777777" w:rsidTr="00C05F44">
        <w:tc>
          <w:tcPr>
            <w:tcW w:w="1985" w:type="dxa"/>
          </w:tcPr>
          <w:p w14:paraId="60DFD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6465763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3933766" w14:textId="0B249056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</w:t>
            </w:r>
            <w:r w:rsidR="008837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190CF9DD" w14:textId="77777777" w:rsidTr="00C05F44">
        <w:tc>
          <w:tcPr>
            <w:tcW w:w="1985" w:type="dxa"/>
          </w:tcPr>
          <w:p w14:paraId="77293CE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04137D1C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AB35E61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4E38ACD1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208B3F6D" w14:textId="5D4DC96E" w:rsidR="00D43157" w:rsidRPr="009C54AE" w:rsidRDefault="008837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86312"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nw.</w:t>
            </w:r>
          </w:p>
        </w:tc>
      </w:tr>
    </w:tbl>
    <w:p w14:paraId="21DA4E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D0AAC" w14:textId="77777777" w:rsidR="00923D7D" w:rsidRDefault="003E1941" w:rsidP="006B63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5F5548" w14:textId="77777777" w:rsidR="00EA13B4" w:rsidRPr="009C54AE" w:rsidRDefault="00EA13B4" w:rsidP="006B63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C19E3" w14:textId="77777777" w:rsidTr="00923D7D">
        <w:tc>
          <w:tcPr>
            <w:tcW w:w="9670" w:type="dxa"/>
          </w:tcPr>
          <w:p w14:paraId="5E577B1A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D1A8D61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5EAEA285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9DB1D0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78BB6F2C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9A4D98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43900B4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29DCE73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1A9FCD94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7F9E6600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1D3A1E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F7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984C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146ADDB3" w14:textId="77777777" w:rsidTr="003E1941">
        <w:tc>
          <w:tcPr>
            <w:tcW w:w="4962" w:type="dxa"/>
            <w:vAlign w:val="center"/>
          </w:tcPr>
          <w:p w14:paraId="39A8CA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938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F950F3" w14:textId="77777777" w:rsidTr="00923D7D">
        <w:tc>
          <w:tcPr>
            <w:tcW w:w="4962" w:type="dxa"/>
          </w:tcPr>
          <w:p w14:paraId="62C7C6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2008AB" w14:textId="1B743304" w:rsidR="0085747A" w:rsidRPr="009C54AE" w:rsidRDefault="00A37E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7E0998" w14:textId="77777777" w:rsidTr="00923D7D">
        <w:tc>
          <w:tcPr>
            <w:tcW w:w="4962" w:type="dxa"/>
          </w:tcPr>
          <w:p w14:paraId="6FA36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0F2F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3787" w14:textId="77777777" w:rsidR="00C61DC5" w:rsidRPr="009C54AE" w:rsidRDefault="002A0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E47C9FA" w14:textId="77777777" w:rsidTr="00923D7D">
        <w:tc>
          <w:tcPr>
            <w:tcW w:w="4962" w:type="dxa"/>
          </w:tcPr>
          <w:p w14:paraId="1542AD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</w:tcPr>
          <w:p w14:paraId="3A0C2081" w14:textId="4D4E2D4B" w:rsidR="00C61DC5" w:rsidRPr="009C54AE" w:rsidRDefault="00A37E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5A80836" w14:textId="77777777" w:rsidTr="00923D7D">
        <w:tc>
          <w:tcPr>
            <w:tcW w:w="4962" w:type="dxa"/>
          </w:tcPr>
          <w:p w14:paraId="231C89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C8AD2B" w14:textId="77777777" w:rsidR="0085747A" w:rsidRPr="009C54AE" w:rsidRDefault="002A0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8D20576" w14:textId="77777777" w:rsidTr="00923D7D">
        <w:tc>
          <w:tcPr>
            <w:tcW w:w="4962" w:type="dxa"/>
          </w:tcPr>
          <w:p w14:paraId="7A4FE5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61C5ABE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2862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67D6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D7D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E5ED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A13B4" w:rsidRPr="009C54AE" w14:paraId="5CEE97CF" w14:textId="77777777" w:rsidTr="00EA13B4">
        <w:trPr>
          <w:trHeight w:val="397"/>
        </w:trPr>
        <w:tc>
          <w:tcPr>
            <w:tcW w:w="4366" w:type="dxa"/>
          </w:tcPr>
          <w:p w14:paraId="51C4D8EE" w14:textId="77777777" w:rsidR="00EA13B4" w:rsidRPr="009C54AE" w:rsidRDefault="00EA13B4" w:rsidP="00EA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C2F2F0" w14:textId="681B54EB" w:rsidR="00EA13B4" w:rsidRPr="00883777" w:rsidRDefault="00883777" w:rsidP="00EA13B4">
            <w:pPr>
              <w:rPr>
                <w:smallCaps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EA13B4" w:rsidRPr="00883777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  <w:tr w:rsidR="00EA13B4" w:rsidRPr="009C54AE" w14:paraId="159E1B71" w14:textId="77777777" w:rsidTr="00EA13B4">
        <w:trPr>
          <w:trHeight w:val="397"/>
        </w:trPr>
        <w:tc>
          <w:tcPr>
            <w:tcW w:w="4366" w:type="dxa"/>
          </w:tcPr>
          <w:p w14:paraId="4842C9FF" w14:textId="77777777" w:rsidR="00EA13B4" w:rsidRPr="009C54AE" w:rsidRDefault="00EA13B4" w:rsidP="00EA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4C27C2" w14:textId="36BD70F1" w:rsidR="00EA13B4" w:rsidRPr="00883777" w:rsidRDefault="00883777" w:rsidP="00EA13B4">
            <w:pPr>
              <w:rPr>
                <w:smallCaps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EA13B4" w:rsidRPr="00883777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</w:tbl>
    <w:p w14:paraId="6D8F68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B6876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A33355" w14:textId="77777777" w:rsidR="002962EB" w:rsidRPr="009C54AE" w:rsidRDefault="002962E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4DD5D935" w14:textId="77777777" w:rsidTr="000456B6">
        <w:trPr>
          <w:trHeight w:val="397"/>
        </w:trPr>
        <w:tc>
          <w:tcPr>
            <w:tcW w:w="9923" w:type="dxa"/>
          </w:tcPr>
          <w:p w14:paraId="71DD66FF" w14:textId="72D5BDCF" w:rsidR="00C73E97" w:rsidRDefault="0085747A" w:rsidP="009170F1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52777" w14:textId="16865845" w:rsidR="00D515EF" w:rsidRPr="00803E91" w:rsidRDefault="00D515EF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 w:rsidR="0074273B">
              <w:rPr>
                <w:rFonts w:ascii="Corbel" w:hAnsi="Corbel" w:cstheme="minorHAnsi"/>
              </w:rPr>
              <w:t>,</w:t>
            </w:r>
            <w:r w:rsidR="00406C7C">
              <w:rPr>
                <w:rFonts w:ascii="Corbel" w:hAnsi="Corbel" w:cstheme="minorHAnsi"/>
              </w:rPr>
              <w:t xml:space="preserve"> </w:t>
            </w:r>
            <w:r w:rsidR="00165FE2" w:rsidRPr="00803E91">
              <w:rPr>
                <w:rFonts w:ascii="Corbel" w:hAnsi="Corbel" w:cstheme="minorHAnsi"/>
              </w:rPr>
              <w:t>A.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="00165FE2" w:rsidRPr="00803E91">
              <w:rPr>
                <w:rFonts w:ascii="Corbel" w:hAnsi="Corbel" w:cstheme="minorHAnsi"/>
              </w:rPr>
              <w:t>(2004).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 w:rsidR="0074273B"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="0074273B"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 w:rsidR="00406C7C">
              <w:rPr>
                <w:rFonts w:ascii="Corbel" w:hAnsi="Corbel" w:cstheme="minorHAnsi"/>
              </w:rPr>
              <w:t>,</w:t>
            </w:r>
            <w:r w:rsidR="00165FE2" w:rsidRPr="00803E91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Socjologia</w:t>
            </w:r>
            <w:r w:rsidR="00165FE2" w:rsidRPr="00803E91">
              <w:rPr>
                <w:rFonts w:ascii="Corbel" w:hAnsi="Corbel" w:cstheme="minorHAnsi"/>
              </w:rPr>
              <w:t>.</w:t>
            </w:r>
            <w:r w:rsidR="0074273B">
              <w:rPr>
                <w:rFonts w:ascii="Corbel" w:hAnsi="Corbel" w:cstheme="minorHAnsi"/>
              </w:rPr>
              <w:t xml:space="preserve"> Warszawa: Wydawnictwo Naukowe </w:t>
            </w:r>
            <w:r w:rsidR="00165FE2" w:rsidRPr="00803E91">
              <w:rPr>
                <w:rFonts w:ascii="Corbel" w:hAnsi="Corbel" w:cstheme="minorHAnsi"/>
              </w:rPr>
              <w:t>PWN</w:t>
            </w:r>
            <w:r w:rsidR="0074273B">
              <w:rPr>
                <w:rFonts w:ascii="Corbel" w:hAnsi="Corbel" w:cstheme="minorHAnsi"/>
              </w:rPr>
              <w:t>.</w:t>
            </w:r>
          </w:p>
          <w:p w14:paraId="47C3E21B" w14:textId="2A608D25" w:rsidR="00690334" w:rsidRPr="00803E91" w:rsidRDefault="00D515EF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 w:rsidR="00406C7C"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 w:rsidR="0074273B"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 w:rsidR="0074273B">
              <w:rPr>
                <w:rFonts w:ascii="Corbel" w:hAnsi="Corbel" w:cstheme="minorHAnsi"/>
              </w:rPr>
              <w:t>: Makmed.</w:t>
            </w:r>
          </w:p>
          <w:p w14:paraId="53F5EFD8" w14:textId="0D637D6D" w:rsidR="00690334" w:rsidRPr="00803E91" w:rsidRDefault="00690334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>.</w:t>
            </w:r>
            <w:r w:rsidR="00406C7C" w:rsidRPr="00803E91">
              <w:rPr>
                <w:rFonts w:ascii="Corbel" w:hAnsi="Corbel" w:cstheme="minorHAnsi"/>
              </w:rPr>
              <w:t xml:space="preserve"> </w:t>
            </w:r>
            <w:r w:rsidR="0074273B">
              <w:rPr>
                <w:rFonts w:ascii="Corbel" w:hAnsi="Corbel" w:cstheme="minorHAnsi"/>
              </w:rPr>
              <w:t xml:space="preserve">Rzeszów: </w:t>
            </w:r>
            <w:r w:rsidR="00406C7C"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30372010" w14:textId="1D850E28" w:rsidR="00CA6E7D" w:rsidRPr="0074273B" w:rsidRDefault="00DC44BC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</w:t>
            </w:r>
            <w:r w:rsidR="00803E91" w:rsidRPr="00803E91">
              <w:rPr>
                <w:rFonts w:ascii="Corbel" w:hAnsi="Corbel" w:cstheme="minorHAnsi"/>
              </w:rPr>
              <w:t>6</w:t>
            </w:r>
            <w:r w:rsidRPr="00803E91">
              <w:rPr>
                <w:rFonts w:ascii="Corbel" w:hAnsi="Corbel" w:cstheme="minorHAnsi"/>
              </w:rPr>
              <w:t>).</w:t>
            </w:r>
            <w:r w:rsidR="00803E91" w:rsidRPr="00803E91">
              <w:rPr>
                <w:rFonts w:ascii="Corbel" w:hAnsi="Corbel" w:cstheme="minorHAnsi"/>
              </w:rPr>
              <w:t xml:space="preserve"> Problemy społeczne i opiekuńcze seniorów i ich rodzin. Studium socjologiczne na przykładzie opinii pracowników socjalnych.</w:t>
            </w:r>
            <w:r w:rsidR="0074273B">
              <w:rPr>
                <w:rFonts w:ascii="Corbel" w:hAnsi="Corbel" w:cstheme="minorHAnsi"/>
              </w:rPr>
              <w:t xml:space="preserve"> Rzeszów: </w:t>
            </w:r>
            <w:r w:rsidR="00803E91"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85747A" w:rsidRPr="009C54AE" w14:paraId="04B883BE" w14:textId="77777777" w:rsidTr="000456B6">
        <w:trPr>
          <w:trHeight w:val="397"/>
        </w:trPr>
        <w:tc>
          <w:tcPr>
            <w:tcW w:w="9923" w:type="dxa"/>
          </w:tcPr>
          <w:p w14:paraId="20D83421" w14:textId="77777777" w:rsidR="00AD416F" w:rsidRPr="0074273B" w:rsidRDefault="0085747A" w:rsidP="0074273B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273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24DE1C5" w14:textId="5C325D5C" w:rsidR="00AD416F" w:rsidRPr="009170F1" w:rsidRDefault="00AD416F" w:rsidP="002D474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 w:rsidR="00742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 w:rsidR="0074273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5B91B3A2" w14:textId="4DFB9309" w:rsidR="00627B4E" w:rsidRPr="0074273B" w:rsidRDefault="00627B4E" w:rsidP="002D474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74273B"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V.Tanaś, W.Welskop 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 w:rsidR="0074273B">
              <w:rPr>
                <w:rFonts w:eastAsia="Times New Roman" w:cstheme="minorHAnsi"/>
              </w:rPr>
              <w:t xml:space="preserve"> </w:t>
            </w:r>
            <w:r w:rsidR="0074273B"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200F4436" w14:textId="5996D027" w:rsidR="0085747A" w:rsidRPr="0074273B" w:rsidRDefault="009B57AC" w:rsidP="002D47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 w:rsidR="002D4740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Stawiak-Ososińska, A.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 w:rsid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DE5765"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35A2C5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AB3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5E3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9E15" w14:textId="77777777" w:rsidR="001E7BD5" w:rsidRDefault="001E7BD5" w:rsidP="00C16ABF">
      <w:pPr>
        <w:spacing w:after="0" w:line="240" w:lineRule="auto"/>
      </w:pPr>
      <w:r>
        <w:separator/>
      </w:r>
    </w:p>
  </w:endnote>
  <w:endnote w:type="continuationSeparator" w:id="0">
    <w:p w14:paraId="32DDB0F6" w14:textId="77777777" w:rsidR="001E7BD5" w:rsidRDefault="001E7B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F591D" w14:textId="77777777" w:rsidR="001E7BD5" w:rsidRDefault="001E7BD5" w:rsidP="00C16ABF">
      <w:pPr>
        <w:spacing w:after="0" w:line="240" w:lineRule="auto"/>
      </w:pPr>
      <w:r>
        <w:separator/>
      </w:r>
    </w:p>
  </w:footnote>
  <w:footnote w:type="continuationSeparator" w:id="0">
    <w:p w14:paraId="575BECAA" w14:textId="77777777" w:rsidR="001E7BD5" w:rsidRDefault="001E7BD5" w:rsidP="00C16ABF">
      <w:pPr>
        <w:spacing w:after="0" w:line="240" w:lineRule="auto"/>
      </w:pPr>
      <w:r>
        <w:continuationSeparator/>
      </w:r>
    </w:p>
  </w:footnote>
  <w:footnote w:id="1">
    <w:p w14:paraId="6BE70A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F42B34"/>
    <w:multiLevelType w:val="hybridMultilevel"/>
    <w:tmpl w:val="612C2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60D66"/>
    <w:rsid w:val="001640A7"/>
    <w:rsid w:val="00164FA7"/>
    <w:rsid w:val="00165FE2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E7BD5"/>
    <w:rsid w:val="001F2CA2"/>
    <w:rsid w:val="001F2CA4"/>
    <w:rsid w:val="002144C0"/>
    <w:rsid w:val="0022477D"/>
    <w:rsid w:val="00225859"/>
    <w:rsid w:val="002278A9"/>
    <w:rsid w:val="002336F9"/>
    <w:rsid w:val="00233AD9"/>
    <w:rsid w:val="0024028F"/>
    <w:rsid w:val="0024252A"/>
    <w:rsid w:val="00244ABC"/>
    <w:rsid w:val="002658D5"/>
    <w:rsid w:val="00281FF2"/>
    <w:rsid w:val="002857DE"/>
    <w:rsid w:val="00291567"/>
    <w:rsid w:val="002962EB"/>
    <w:rsid w:val="002A082A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D3375"/>
    <w:rsid w:val="002D4740"/>
    <w:rsid w:val="002D73D4"/>
    <w:rsid w:val="002E61A4"/>
    <w:rsid w:val="002F02A3"/>
    <w:rsid w:val="002F4ABE"/>
    <w:rsid w:val="003018BA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66277"/>
    <w:rsid w:val="00372EC8"/>
    <w:rsid w:val="0037705F"/>
    <w:rsid w:val="0038060D"/>
    <w:rsid w:val="0039782E"/>
    <w:rsid w:val="003A0A5B"/>
    <w:rsid w:val="003A1176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06C7C"/>
    <w:rsid w:val="00414E3C"/>
    <w:rsid w:val="0042244A"/>
    <w:rsid w:val="0042745A"/>
    <w:rsid w:val="00431D5C"/>
    <w:rsid w:val="004362C6"/>
    <w:rsid w:val="00437FA2"/>
    <w:rsid w:val="00441467"/>
    <w:rsid w:val="00445970"/>
    <w:rsid w:val="00461EFC"/>
    <w:rsid w:val="004652C2"/>
    <w:rsid w:val="004706D1"/>
    <w:rsid w:val="00471326"/>
    <w:rsid w:val="0047598D"/>
    <w:rsid w:val="00481000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3894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3FB2"/>
    <w:rsid w:val="005E6E85"/>
    <w:rsid w:val="005F31D2"/>
    <w:rsid w:val="0061029B"/>
    <w:rsid w:val="00617230"/>
    <w:rsid w:val="00621CE1"/>
    <w:rsid w:val="00627B4E"/>
    <w:rsid w:val="00627FC9"/>
    <w:rsid w:val="00632FE8"/>
    <w:rsid w:val="00633E74"/>
    <w:rsid w:val="0063563B"/>
    <w:rsid w:val="00644F0C"/>
    <w:rsid w:val="00647FA8"/>
    <w:rsid w:val="00650C5F"/>
    <w:rsid w:val="00654934"/>
    <w:rsid w:val="006549DC"/>
    <w:rsid w:val="006620D9"/>
    <w:rsid w:val="00671132"/>
    <w:rsid w:val="00671958"/>
    <w:rsid w:val="00675843"/>
    <w:rsid w:val="00685AAB"/>
    <w:rsid w:val="00690334"/>
    <w:rsid w:val="00693DDF"/>
    <w:rsid w:val="00696477"/>
    <w:rsid w:val="006A5D40"/>
    <w:rsid w:val="006B3929"/>
    <w:rsid w:val="006B63C7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37D6F"/>
    <w:rsid w:val="0074273B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B0D72"/>
    <w:rsid w:val="007C3299"/>
    <w:rsid w:val="007C3BCC"/>
    <w:rsid w:val="007C4546"/>
    <w:rsid w:val="007D1D1F"/>
    <w:rsid w:val="007D46D1"/>
    <w:rsid w:val="007D6ADA"/>
    <w:rsid w:val="007D6E56"/>
    <w:rsid w:val="007F3ACE"/>
    <w:rsid w:val="007F4155"/>
    <w:rsid w:val="008028FC"/>
    <w:rsid w:val="00803E91"/>
    <w:rsid w:val="0080760A"/>
    <w:rsid w:val="0081554D"/>
    <w:rsid w:val="0081707E"/>
    <w:rsid w:val="00824752"/>
    <w:rsid w:val="008449B3"/>
    <w:rsid w:val="008552A2"/>
    <w:rsid w:val="0085747A"/>
    <w:rsid w:val="00874538"/>
    <w:rsid w:val="00883777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170F1"/>
    <w:rsid w:val="00920F45"/>
    <w:rsid w:val="00923D7D"/>
    <w:rsid w:val="009508DF"/>
    <w:rsid w:val="00950DAC"/>
    <w:rsid w:val="00954A07"/>
    <w:rsid w:val="00971D26"/>
    <w:rsid w:val="00993C76"/>
    <w:rsid w:val="00997F14"/>
    <w:rsid w:val="009A78D9"/>
    <w:rsid w:val="009B312C"/>
    <w:rsid w:val="009B51F7"/>
    <w:rsid w:val="009B57AC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37E07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B053C"/>
    <w:rsid w:val="00AD1146"/>
    <w:rsid w:val="00AD27D3"/>
    <w:rsid w:val="00AD416F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0B0E"/>
    <w:rsid w:val="00BF2C41"/>
    <w:rsid w:val="00BF769D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3E76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4B98"/>
    <w:rsid w:val="00CA2B96"/>
    <w:rsid w:val="00CA5089"/>
    <w:rsid w:val="00CA6E7D"/>
    <w:rsid w:val="00CD6897"/>
    <w:rsid w:val="00CE310F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A0512"/>
    <w:rsid w:val="00DA2114"/>
    <w:rsid w:val="00DC44BC"/>
    <w:rsid w:val="00DE09C0"/>
    <w:rsid w:val="00DE4A14"/>
    <w:rsid w:val="00DE5765"/>
    <w:rsid w:val="00DF320D"/>
    <w:rsid w:val="00DF71C8"/>
    <w:rsid w:val="00E10D93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13B4"/>
    <w:rsid w:val="00EA2074"/>
    <w:rsid w:val="00EA4832"/>
    <w:rsid w:val="00EA4E9D"/>
    <w:rsid w:val="00EC080E"/>
    <w:rsid w:val="00EC4899"/>
    <w:rsid w:val="00ED03AB"/>
    <w:rsid w:val="00ED32D2"/>
    <w:rsid w:val="00EE32DE"/>
    <w:rsid w:val="00EE5457"/>
    <w:rsid w:val="00F070AB"/>
    <w:rsid w:val="00F1122C"/>
    <w:rsid w:val="00F17567"/>
    <w:rsid w:val="00F27A7B"/>
    <w:rsid w:val="00F42755"/>
    <w:rsid w:val="00F526AF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581C3"/>
  <w15:docId w15:val="{A5F31BDD-D45B-4AD8-9C62-107EF581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8B0F2-8459-48D9-BE46-6E9023F4C7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BA746-82EE-4C73-995B-6A213AB2D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882EB2-3DF0-48B7-AB01-823F00D9F9C0}"/>
</file>

<file path=customXml/itemProps4.xml><?xml version="1.0" encoding="utf-8"?>
<ds:datastoreItem xmlns:ds="http://schemas.openxmlformats.org/officeDocument/2006/customXml" ds:itemID="{55B09936-3E5A-4125-96F5-B135FFA08D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33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17</cp:revision>
  <cp:lastPrinted>2019-07-16T08:20:00Z</cp:lastPrinted>
  <dcterms:created xsi:type="dcterms:W3CDTF">2021-09-12T14:31:00Z</dcterms:created>
  <dcterms:modified xsi:type="dcterms:W3CDTF">2021-10-01T09:08:00Z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